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674A2619" w14:textId="77777777" w:rsidR="008B4C0A" w:rsidRDefault="00AB2CEA" w:rsidP="00491366">
          <w:pPr>
            <w:pStyle w:val="En-ttedetabledesmatires"/>
          </w:pPr>
          <w:r>
            <w:rPr>
              <w:rFonts w:ascii="Arial" w:hAnsi="Arial" w:cs="Arial"/>
              <w:noProof/>
              <w:color w:val="000000" w:themeColor="text1"/>
              <w:sz w:val="16"/>
              <w:szCs w:val="16"/>
              <w:lang w:eastAsia="fr-FR"/>
            </w:rPr>
            <w:drawing>
              <wp:anchor distT="0" distB="0" distL="114300" distR="114300" simplePos="0" relativeHeight="251671040" behindDoc="0" locked="0" layoutInCell="1" allowOverlap="1" wp14:anchorId="13A5336E" wp14:editId="43B2D096">
                <wp:simplePos x="0" y="0"/>
                <wp:positionH relativeFrom="column">
                  <wp:posOffset>-609600</wp:posOffset>
                </wp:positionH>
                <wp:positionV relativeFrom="paragraph">
                  <wp:posOffset>-781050</wp:posOffset>
                </wp:positionV>
                <wp:extent cx="2256155" cy="90805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ignatureMail_nouv_chartedessousV2.png"/>
                        <pic:cNvPicPr/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883"/>
                        <a:stretch/>
                      </pic:blipFill>
                      <pic:spPr bwMode="auto">
                        <a:xfrm>
                          <a:off x="0" y="0"/>
                          <a:ext cx="2256155" cy="908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3742660"/>
                    <wp:effectExtent l="19050" t="19050" r="19050" b="1079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74266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C2689FE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0D888AED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4A465BAC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0837AA75" w14:textId="77777777" w:rsidR="00491366" w:rsidRDefault="00491366" w:rsidP="00491366"/>
                              <w:p w14:paraId="5A92FD3B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Annexe 1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: Sites concernés par le présent marché et horaires normaux de travail.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294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1C2689FE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0D888AED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4A465BAC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0837AA75" w14:textId="77777777" w:rsidR="00491366" w:rsidRDefault="00491366" w:rsidP="00491366"/>
                        <w:p w14:paraId="5A92FD3B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Annexe 1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: Sites concernés par le présent marché et horaires normaux de travail.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409992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F45230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A5E2779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91D3BE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190CD5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B21443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642B6C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86A4D4E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124637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C093DB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991CC7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95D6DB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046A45B" w14:textId="77777777" w:rsidR="00491366" w:rsidRPr="00491366" w:rsidRDefault="00491366" w:rsidP="00491366">
          <w:pPr>
            <w:rPr>
              <w:rFonts w:eastAsiaTheme="majorEastAsia"/>
            </w:rPr>
          </w:pPr>
          <w:bookmarkStart w:id="0" w:name="_GoBack"/>
          <w:bookmarkEnd w:id="0"/>
        </w:p>
        <w:p w14:paraId="011BE43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D492BF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0D492BF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060E78AA" w14:textId="77777777" w:rsidR="00491366" w:rsidRDefault="00491366" w:rsidP="00AB2CEA">
          <w:pPr>
            <w:jc w:val="center"/>
          </w:pPr>
        </w:p>
        <w:p w14:paraId="7437CBF9" w14:textId="77777777" w:rsidR="00491366" w:rsidRDefault="00491366" w:rsidP="00410AFD"/>
        <w:p w14:paraId="1B9914D5" w14:textId="77777777" w:rsidR="00A62094" w:rsidRDefault="00A62094" w:rsidP="00410AFD"/>
        <w:p w14:paraId="5AC0EF24" w14:textId="77777777" w:rsidR="00A62094" w:rsidRDefault="00A62094" w:rsidP="00410AFD"/>
        <w:p w14:paraId="36A32806" w14:textId="77777777" w:rsidR="00A62094" w:rsidRDefault="00A62094" w:rsidP="00410AFD"/>
        <w:p w14:paraId="2C432FE5" w14:textId="77777777" w:rsidR="00A62094" w:rsidRDefault="00A62094" w:rsidP="00410AFD"/>
        <w:p w14:paraId="28912322" w14:textId="77777777" w:rsidR="00A62094" w:rsidRDefault="00A62094" w:rsidP="00410AFD"/>
        <w:p w14:paraId="62FD9901" w14:textId="77777777" w:rsidR="00A62094" w:rsidRDefault="00A62094" w:rsidP="00410AFD"/>
        <w:p w14:paraId="35E3AA68" w14:textId="77777777" w:rsidR="00A62094" w:rsidRDefault="00A62094" w:rsidP="00410AFD"/>
        <w:p w14:paraId="7A0D38F6" w14:textId="77777777" w:rsidR="00A62094" w:rsidRDefault="00A62094">
          <w:pPr>
            <w:jc w:val="left"/>
          </w:pPr>
        </w:p>
        <w:p w14:paraId="684F25C2" w14:textId="77777777" w:rsidR="00491366" w:rsidRDefault="00491366" w:rsidP="00410AFD"/>
        <w:p w14:paraId="5619E4F9" w14:textId="77777777" w:rsidR="00A62094" w:rsidRDefault="00A62094" w:rsidP="00410AFD">
          <w:pPr>
            <w:sectPr w:rsidR="00A62094" w:rsidSect="00302298">
              <w:footerReference w:type="default" r:id="rId13"/>
              <w:headerReference w:type="first" r:id="rId14"/>
              <w:footerReference w:type="first" r:id="rId15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A71FE39" w14:textId="77777777" w:rsidR="00A62094" w:rsidRDefault="00A62094" w:rsidP="00A62094">
          <w:r>
            <w:lastRenderedPageBreak/>
            <w:t>Les sites sur lesquels le titulaire est tenu d’intervenir sont les suivants :</w:t>
          </w:r>
        </w:p>
        <w:p w14:paraId="6371FAA8" w14:textId="77777777" w:rsidR="005667AF" w:rsidRDefault="005667AF" w:rsidP="005667AF"/>
        <w:tbl>
          <w:tblPr>
            <w:tblW w:w="1456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3045"/>
            <w:gridCol w:w="1758"/>
            <w:gridCol w:w="3045"/>
            <w:gridCol w:w="3045"/>
            <w:gridCol w:w="3674"/>
          </w:tblGrid>
          <w:tr w:rsidR="005667AF" w:rsidRPr="005526CA" w14:paraId="7991C33D" w14:textId="77777777" w:rsidTr="003E2A23">
            <w:trPr>
              <w:trHeight w:val="511"/>
            </w:trPr>
            <w:tc>
              <w:tcPr>
                <w:tcW w:w="3045" w:type="dxa"/>
                <w:shd w:val="clear" w:color="auto" w:fill="D9D9D9" w:themeFill="background1" w:themeFillShade="D9"/>
              </w:tcPr>
              <w:p w14:paraId="1DA36392" w14:textId="5E1B0C43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Établissement Adresse</w:t>
                </w:r>
              </w:p>
            </w:tc>
            <w:tc>
              <w:tcPr>
                <w:tcW w:w="1758" w:type="dxa"/>
                <w:shd w:val="clear" w:color="auto" w:fill="D9D9D9" w:themeFill="background1" w:themeFillShade="D9"/>
              </w:tcPr>
              <w:p w14:paraId="202F8EBD" w14:textId="29B37B19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Bénéficiaire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667954D0" w14:textId="679C8748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Correspondant USID de Toulouse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14BA4B30" w14:textId="19104CDA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Horaires de travail</w:t>
                </w:r>
              </w:p>
            </w:tc>
            <w:tc>
              <w:tcPr>
                <w:tcW w:w="3674" w:type="dxa"/>
                <w:shd w:val="clear" w:color="auto" w:fill="D9D9D9" w:themeFill="background1" w:themeFillShade="D9"/>
              </w:tcPr>
              <w:p w14:paraId="2BC32C93" w14:textId="234C09D4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Conditions d’accès</w:t>
                </w:r>
              </w:p>
            </w:tc>
          </w:tr>
          <w:tr w:rsidR="005667AF" w:rsidRPr="005526CA" w14:paraId="61DC8185" w14:textId="77777777" w:rsidTr="00DF2106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5348277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DGA TA - Site de Balma </w:t>
                </w:r>
              </w:p>
              <w:p w14:paraId="1A7DC209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47 Rue Saint Jean </w:t>
                </w:r>
              </w:p>
              <w:p w14:paraId="2C908A8C" w14:textId="65898C96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31130 BALMA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1FDB6D" w14:textId="68E354F8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DGA TA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3F9F4F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131B1C7" w14:textId="07A09DA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Antenne SE</w:t>
                </w:r>
                <w:r w:rsidRPr="005526CA">
                  <w:rPr>
                    <w:rFonts w:cs="Times New Roman"/>
                    <w:color w:val="000000"/>
                  </w:rPr>
                  <w:t xml:space="preserve">M de TOULOUSE </w:t>
                </w:r>
                <w:r>
                  <w:rPr>
                    <w:rFonts w:cs="Times New Roman"/>
                    <w:color w:val="000000"/>
                  </w:rPr>
                  <w:t>EST BALMA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33C88F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vendredi : </w:t>
                </w:r>
              </w:p>
              <w:p w14:paraId="00A21A47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</w:t>
                </w:r>
              </w:p>
              <w:p w14:paraId="0A7DD638" w14:textId="65D6C0E0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13h00-17h00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B23C38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CP validée. </w:t>
                </w:r>
              </w:p>
              <w:p w14:paraId="22BD3CC3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0D0C79A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88FDB4B" w14:textId="748632B6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  <w:tr w:rsidR="005667AF" w:rsidRPr="005526CA" w14:paraId="05B39D8B" w14:textId="77777777" w:rsidTr="00DF2106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7FBF212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Terrain de parachutage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Fonsorbes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47828091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Poge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- RN 637 </w:t>
                </w:r>
              </w:p>
              <w:p w14:paraId="748B2752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31470 FONSORBES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705D2B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DGA TA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B2EF26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98D44F2" w14:textId="7B400813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Antenne SE</w:t>
                </w:r>
                <w:r w:rsidRPr="005526CA">
                  <w:rPr>
                    <w:rFonts w:cs="Times New Roman"/>
                    <w:color w:val="000000"/>
                  </w:rPr>
                  <w:t>M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ABDF8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vendredi : </w:t>
                </w:r>
              </w:p>
              <w:p w14:paraId="5A76CCED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</w:t>
                </w:r>
              </w:p>
              <w:p w14:paraId="1AA08747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13h00-17h00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7266D8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CP validée. </w:t>
                </w:r>
              </w:p>
              <w:p w14:paraId="0EE01ADA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672E161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403D2B51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  <w:tr w:rsidR="005667AF" w:rsidRPr="005526CA" w14:paraId="3358F020" w14:textId="77777777" w:rsidTr="00DF2106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6AF8C2D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DGA TA - Site de Blagnac </w:t>
                </w:r>
              </w:p>
              <w:p w14:paraId="27A17A68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Vélasquez </w:t>
                </w:r>
              </w:p>
              <w:p w14:paraId="78E1BC5F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31700 BLAGNAC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048B7D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DGA TA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68015E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35094D83" w14:textId="68DDC47F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Antenne SE</w:t>
                </w:r>
                <w:r w:rsidRPr="005526CA">
                  <w:rPr>
                    <w:rFonts w:cs="Times New Roman"/>
                    <w:color w:val="000000"/>
                  </w:rPr>
                  <w:t xml:space="preserve">M de TOULOUSE </w:t>
                </w:r>
                <w:r>
                  <w:rPr>
                    <w:rFonts w:cs="Times New Roman"/>
                    <w:color w:val="000000"/>
                  </w:rPr>
                  <w:t>EST BALMA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F76AD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vendredi : </w:t>
                </w:r>
              </w:p>
              <w:p w14:paraId="3DA8ADC1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</w:t>
                </w:r>
              </w:p>
              <w:p w14:paraId="0B1E95F7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13h00-17h00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6BD7D5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CP validée. </w:t>
                </w:r>
              </w:p>
              <w:p w14:paraId="5743DB92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614B5E08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23634BA0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</w:tbl>
        <w:p w14:paraId="615898FD" w14:textId="77777777" w:rsidR="005667AF" w:rsidRDefault="005667AF" w:rsidP="005667AF"/>
        <w:p w14:paraId="6500C3DE" w14:textId="156E0CA8" w:rsidR="005667AF" w:rsidRDefault="00622066" w:rsidP="005667AF"/>
      </w:sdtContent>
    </w:sdt>
    <w:p w14:paraId="3E1A2220" w14:textId="471DB29A" w:rsidR="005667AF" w:rsidRPr="006A5C46" w:rsidRDefault="005667AF" w:rsidP="005667AF">
      <w:pPr>
        <w:ind w:left="-426"/>
        <w:rPr>
          <w:rFonts w:ascii="Times New Roman" w:hAnsi="Times New Roman"/>
          <w:sz w:val="24"/>
          <w:szCs w:val="24"/>
        </w:rPr>
      </w:pPr>
      <w:r w:rsidRPr="005667AF">
        <w:rPr>
          <w:rFonts w:ascii="Times New Roman" w:hAnsi="Times New Roman"/>
          <w:sz w:val="24"/>
          <w:szCs w:val="24"/>
        </w:rPr>
        <w:t xml:space="preserve"> </w:t>
      </w:r>
      <w:r w:rsidRPr="006A5C46">
        <w:rPr>
          <w:rFonts w:ascii="Times New Roman" w:hAnsi="Times New Roman"/>
          <w:sz w:val="24"/>
          <w:szCs w:val="24"/>
        </w:rPr>
        <w:t>Les coordonnées des intervenants SID et celles des interlocuteurs sur chacun des sites (préventions, médecine du travail, etc</w:t>
      </w:r>
      <w:r>
        <w:rPr>
          <w:rFonts w:ascii="Times New Roman" w:hAnsi="Times New Roman"/>
          <w:sz w:val="24"/>
          <w:szCs w:val="24"/>
        </w:rPr>
        <w:t>…</w:t>
      </w:r>
      <w:r w:rsidRPr="006A5C46">
        <w:rPr>
          <w:rFonts w:ascii="Times New Roman" w:hAnsi="Times New Roman"/>
          <w:sz w:val="24"/>
          <w:szCs w:val="24"/>
        </w:rPr>
        <w:t>) ainsi que les spécificités propres à chacun des sites seront communiqué</w:t>
      </w:r>
      <w:r>
        <w:rPr>
          <w:rFonts w:ascii="Times New Roman" w:hAnsi="Times New Roman"/>
          <w:sz w:val="24"/>
          <w:szCs w:val="24"/>
        </w:rPr>
        <w:t>e</w:t>
      </w:r>
      <w:r w:rsidRPr="006A5C46">
        <w:rPr>
          <w:rFonts w:ascii="Times New Roman" w:hAnsi="Times New Roman"/>
          <w:sz w:val="24"/>
          <w:szCs w:val="24"/>
        </w:rPr>
        <w:t>s lors de</w:t>
      </w:r>
      <w:r>
        <w:rPr>
          <w:rFonts w:ascii="Times New Roman" w:hAnsi="Times New Roman"/>
          <w:sz w:val="24"/>
          <w:szCs w:val="24"/>
        </w:rPr>
        <w:t xml:space="preserve"> la réunion</w:t>
      </w:r>
      <w:r w:rsidRPr="006A5C46">
        <w:rPr>
          <w:rFonts w:ascii="Times New Roman" w:hAnsi="Times New Roman"/>
          <w:sz w:val="24"/>
          <w:szCs w:val="24"/>
        </w:rPr>
        <w:t xml:space="preserve"> de lancement.</w:t>
      </w:r>
    </w:p>
    <w:p w14:paraId="09AB5C0F" w14:textId="77777777" w:rsidR="00410AFD" w:rsidRDefault="00410AFD" w:rsidP="00410AFD"/>
    <w:sectPr w:rsidR="00410AFD" w:rsidSect="00A62094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86F08" w14:textId="77777777" w:rsidR="00084468" w:rsidRDefault="00084468" w:rsidP="00EA6B59">
      <w:pPr>
        <w:spacing w:after="0" w:line="240" w:lineRule="auto"/>
      </w:pPr>
      <w:r>
        <w:separator/>
      </w:r>
    </w:p>
  </w:endnote>
  <w:endnote w:type="continuationSeparator" w:id="0">
    <w:p w14:paraId="41DC42DC" w14:textId="77777777" w:rsidR="00084468" w:rsidRDefault="00084468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13B7A674" w14:textId="77777777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14:paraId="07796186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A65B" w14:textId="67B22DC0" w:rsidR="00A15B1B" w:rsidRDefault="00A15B1B">
    <w:pPr>
      <w:pStyle w:val="Pieddepage"/>
    </w:pPr>
    <w:r>
      <w:t xml:space="preserve">ESID </w:t>
    </w:r>
    <w:r w:rsidR="00622066">
      <w:t>25 133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524B1" w14:textId="77777777" w:rsidR="00084468" w:rsidRDefault="00084468" w:rsidP="00EA6B59">
      <w:pPr>
        <w:spacing w:after="0" w:line="240" w:lineRule="auto"/>
      </w:pPr>
      <w:r>
        <w:separator/>
      </w:r>
    </w:p>
  </w:footnote>
  <w:footnote w:type="continuationSeparator" w:id="0">
    <w:p w14:paraId="04D1E9ED" w14:textId="77777777" w:rsidR="00084468" w:rsidRDefault="00084468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DD4FE" w14:textId="193826AA" w:rsidR="00A15B1B" w:rsidRDefault="00A15B1B">
    <w:pPr>
      <w:pStyle w:val="En-tte"/>
    </w:pPr>
    <w:r>
      <w:tab/>
    </w:r>
    <w:r>
      <w:tab/>
    </w:r>
    <w:r>
      <w:tab/>
      <w:t>DAF_</w:t>
    </w:r>
    <w:r w:rsidR="007718BD" w:rsidRPr="007718BD">
      <w:t>2025_000</w:t>
    </w:r>
    <w:r w:rsidR="00622066">
      <w:t>689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4468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0EBF"/>
    <w:rsid w:val="00155227"/>
    <w:rsid w:val="0015741B"/>
    <w:rsid w:val="001B4AD4"/>
    <w:rsid w:val="001B6330"/>
    <w:rsid w:val="001C3DE6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67AF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22066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18BD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4786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15B1B"/>
    <w:rsid w:val="00A21545"/>
    <w:rsid w:val="00A234D4"/>
    <w:rsid w:val="00A36B33"/>
    <w:rsid w:val="00A413FD"/>
    <w:rsid w:val="00A5473E"/>
    <w:rsid w:val="00A62094"/>
    <w:rsid w:val="00A774EA"/>
    <w:rsid w:val="00A97745"/>
    <w:rsid w:val="00AB2CEA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41E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782A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83BE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2f2f77a-bc19-4145-99a9-a502f90bb138">
      <UserInfo>
        <DisplayName>NURY Thierry OPA COMP</DisplayName>
        <AccountId>310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6B9C4C-02A4-4E6E-BE74-3EF5D7190C12}">
  <ds:schemaRefs>
    <ds:schemaRef ds:uri="http://schemas.openxmlformats.org/package/2006/metadata/core-properties"/>
    <ds:schemaRef ds:uri="12f2f77a-bc19-4145-99a9-a502f90bb138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6F6A03-C24B-4E08-ABA3-905D46D7D9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597F58-010F-4E61-B8BC-CBEE65DD7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E172756-B929-4BBA-A622-1F72EEA4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5</TotalTime>
  <Pages>2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3</cp:revision>
  <dcterms:created xsi:type="dcterms:W3CDTF">2025-05-15T11:51:00Z</dcterms:created>
  <dcterms:modified xsi:type="dcterms:W3CDTF">2025-05-15T11:55:00Z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